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507A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520" w:lineRule="exact"/>
        <w:ind w:left="0" w:leftChars="0" w:right="0" w:firstLine="720" w:firstLineChars="20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研究生学术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之星”个人事迹材料要求及样式</w:t>
      </w:r>
    </w:p>
    <w:p w14:paraId="25292D8F">
      <w:pPr>
        <w:widowControl w:val="0"/>
        <w:numPr>
          <w:ilvl w:val="0"/>
          <w:numId w:val="0"/>
        </w:numPr>
        <w:wordWrap/>
        <w:adjustRightInd/>
        <w:snapToGrid/>
        <w:spacing w:line="520" w:lineRule="exact"/>
        <w:ind w:left="0" w:leftChars="0" w:right="0"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个人事迹材料要求，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包含四个方面，请申报学生严格按照要求撰写     </w:t>
      </w:r>
    </w:p>
    <w:p w14:paraId="5967D5DF">
      <w:pPr>
        <w:widowControl w:val="0"/>
        <w:numPr>
          <w:ilvl w:val="0"/>
          <w:numId w:val="0"/>
        </w:numPr>
        <w:wordWrap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1.个人简介：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sz w:val="32"/>
          <w:szCs w:val="32"/>
        </w:rPr>
        <w:t>0字以内，含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基本信息（</w:t>
      </w:r>
      <w:r>
        <w:rPr>
          <w:rFonts w:hint="eastAsia" w:ascii="仿宋_GB2312" w:hAnsi="仿宋_GB2312" w:eastAsia="仿宋_GB2312" w:cs="仿宋_GB2312"/>
          <w:sz w:val="32"/>
          <w:szCs w:val="32"/>
        </w:rPr>
        <w:t>姓名、性别、民族、出生年月、政治面貌、学院、专业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等）、综合表现、</w:t>
      </w:r>
      <w:r>
        <w:rPr>
          <w:rFonts w:hint="eastAsia" w:ascii="仿宋_GB2312" w:hAnsi="仿宋_GB2312" w:eastAsia="仿宋_GB2312" w:cs="仿宋_GB2312"/>
          <w:sz w:val="32"/>
          <w:szCs w:val="32"/>
        </w:rPr>
        <w:t>获奖情况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校级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</w:rPr>
        <w:t>以上）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所获奖项按奖学金、竞赛、荣誉称号等顺序填报，同一类奖项按级别大小逐级排列。</w:t>
      </w:r>
    </w:p>
    <w:p w14:paraId="1049952D">
      <w:pPr>
        <w:widowControl w:val="0"/>
        <w:numPr>
          <w:ilvl w:val="0"/>
          <w:numId w:val="0"/>
        </w:numPr>
        <w:wordWrap/>
        <w:adjustRightInd/>
        <w:snapToGrid/>
        <w:spacing w:line="520" w:lineRule="exact"/>
        <w:ind w:left="0" w:leftChars="0" w:right="0"/>
        <w:textAlignment w:val="auto"/>
        <w:outlineLvl w:val="9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人生格言：要求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在语言形式上简洁精练。</w:t>
      </w:r>
    </w:p>
    <w:p w14:paraId="35D07E61">
      <w:pPr>
        <w:widowControl w:val="0"/>
        <w:wordWrap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.事迹正文：个人事迹材料以第一人称行文，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紧扣学术学风内容，突出个人科研学术成果，学农爱农等先进事迹，</w:t>
      </w:r>
      <w:r>
        <w:rPr>
          <w:rFonts w:hint="eastAsia" w:ascii="仿宋_GB2312" w:hAnsi="仿宋_GB2312" w:eastAsia="仿宋_GB2312" w:cs="仿宋_GB2312"/>
          <w:sz w:val="32"/>
          <w:szCs w:val="32"/>
        </w:rPr>
        <w:t>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00左右。个人事迹正文包括标题与内容两部分，文章标题要求简练精确，形象生动，能集中文章中心思想，有文内小标题者，文内小标题要求与标题相同；文章内容要求材料真实、全面、详细具体地反映学生参评奖项方面的突出表现（为增加事迹材料的可读性和感染力，建议多增加细节描述），以及在大学学习、生活过程中的体会和感悟，主题深刻集中、事迹典型感人、格调积极向上、语言质朴流畅，避免材料简单堆砌。</w:t>
      </w:r>
    </w:p>
    <w:p w14:paraId="03AB017C">
      <w:pPr>
        <w:widowControl w:val="0"/>
        <w:wordWrap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.师长点评：1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0字左右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参评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个人和集体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可邀请领导、专家教授、辅导员、班主任等评述，述评应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精辟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按顺序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注明点评人职务、姓名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职称等。</w:t>
      </w:r>
    </w:p>
    <w:p w14:paraId="77097F8D">
      <w:pPr>
        <w:widowControl w:val="0"/>
        <w:wordWrap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一个评述人评述对象一般不超过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个。</w:t>
      </w:r>
    </w:p>
    <w:p w14:paraId="44A232D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华光中圆_CNKI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光中圆_CNKI">
    <w:panose1 w:val="02000500000000000000"/>
    <w:charset w:val="86"/>
    <w:family w:val="auto"/>
    <w:pitch w:val="default"/>
    <w:sig w:usb0="A00002BF" w:usb1="1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3D6735BD"/>
    <w:rsid w:val="020531A4"/>
    <w:rsid w:val="02F45E67"/>
    <w:rsid w:val="06563E50"/>
    <w:rsid w:val="07123728"/>
    <w:rsid w:val="07684137"/>
    <w:rsid w:val="0A4038E0"/>
    <w:rsid w:val="0BDC6B84"/>
    <w:rsid w:val="11080D80"/>
    <w:rsid w:val="130B4789"/>
    <w:rsid w:val="13E968BA"/>
    <w:rsid w:val="144740D0"/>
    <w:rsid w:val="16E63AA2"/>
    <w:rsid w:val="19004393"/>
    <w:rsid w:val="198310E9"/>
    <w:rsid w:val="19CF3767"/>
    <w:rsid w:val="1B964063"/>
    <w:rsid w:val="1C2E454B"/>
    <w:rsid w:val="1EFB5963"/>
    <w:rsid w:val="1F132A46"/>
    <w:rsid w:val="216D132A"/>
    <w:rsid w:val="21995A44"/>
    <w:rsid w:val="21D249F9"/>
    <w:rsid w:val="24B11589"/>
    <w:rsid w:val="2A113CD3"/>
    <w:rsid w:val="2A4D5475"/>
    <w:rsid w:val="2D460049"/>
    <w:rsid w:val="333F4524"/>
    <w:rsid w:val="34BB756E"/>
    <w:rsid w:val="34E70363"/>
    <w:rsid w:val="380A7980"/>
    <w:rsid w:val="3A9F2E3C"/>
    <w:rsid w:val="3BA779C8"/>
    <w:rsid w:val="3D6735BD"/>
    <w:rsid w:val="419E6238"/>
    <w:rsid w:val="42D9273C"/>
    <w:rsid w:val="45A63B54"/>
    <w:rsid w:val="48D43D0B"/>
    <w:rsid w:val="4DF711BF"/>
    <w:rsid w:val="53743903"/>
    <w:rsid w:val="53840791"/>
    <w:rsid w:val="54664607"/>
    <w:rsid w:val="576A64BE"/>
    <w:rsid w:val="5A615BD7"/>
    <w:rsid w:val="613D080F"/>
    <w:rsid w:val="6D5502EE"/>
    <w:rsid w:val="6E6C4E5A"/>
    <w:rsid w:val="74335733"/>
    <w:rsid w:val="746E36DA"/>
    <w:rsid w:val="7C1A7CA3"/>
    <w:rsid w:val="7C4D6C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qFormat="1" w:uiPriority="99" w:semiHidden="0" w:name="HTML Keyboard"/>
    <w:lsdException w:uiPriority="99" w:name="HTML Preformatted"/>
    <w:lsdException w:qFormat="1" w:uiPriority="99" w:semiHidden="0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0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color w:val="auto"/>
      <w:sz w:val="18"/>
      <w:szCs w:val="18"/>
    </w:rPr>
  </w:style>
  <w:style w:type="character" w:styleId="5">
    <w:name w:val="Strong"/>
    <w:basedOn w:val="4"/>
    <w:qFormat/>
    <w:uiPriority w:val="22"/>
    <w:rPr>
      <w:b/>
    </w:rPr>
  </w:style>
  <w:style w:type="character" w:styleId="6">
    <w:name w:val="page number"/>
    <w:basedOn w:val="4"/>
    <w:unhideWhenUsed/>
    <w:qFormat/>
    <w:uiPriority w:val="99"/>
  </w:style>
  <w:style w:type="character" w:styleId="7">
    <w:name w:val="FollowedHyperlink"/>
    <w:basedOn w:val="4"/>
    <w:unhideWhenUsed/>
    <w:qFormat/>
    <w:uiPriority w:val="99"/>
    <w:rPr>
      <w:color w:val="338DE6"/>
      <w:u w:val="none"/>
    </w:rPr>
  </w:style>
  <w:style w:type="character" w:styleId="8">
    <w:name w:val="Emphasis"/>
    <w:basedOn w:val="4"/>
    <w:qFormat/>
    <w:uiPriority w:val="20"/>
  </w:style>
  <w:style w:type="character" w:styleId="9">
    <w:name w:val="HTML Definition"/>
    <w:basedOn w:val="4"/>
    <w:unhideWhenUsed/>
    <w:qFormat/>
    <w:uiPriority w:val="99"/>
  </w:style>
  <w:style w:type="character" w:styleId="10">
    <w:name w:val="HTML Variable"/>
    <w:basedOn w:val="4"/>
    <w:unhideWhenUsed/>
    <w:qFormat/>
    <w:uiPriority w:val="99"/>
  </w:style>
  <w:style w:type="character" w:styleId="11">
    <w:name w:val="Hyperlink"/>
    <w:basedOn w:val="4"/>
    <w:unhideWhenUsed/>
    <w:qFormat/>
    <w:uiPriority w:val="99"/>
    <w:rPr>
      <w:color w:val="338DE6"/>
      <w:u w:val="none"/>
    </w:rPr>
  </w:style>
  <w:style w:type="character" w:styleId="12">
    <w:name w:val="HTML Code"/>
    <w:basedOn w:val="4"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styleId="13">
    <w:name w:val="HTML Cite"/>
    <w:basedOn w:val="4"/>
    <w:unhideWhenUsed/>
    <w:qFormat/>
    <w:uiPriority w:val="99"/>
  </w:style>
  <w:style w:type="character" w:styleId="14">
    <w:name w:val="HTML Keyboard"/>
    <w:basedOn w:val="4"/>
    <w:unhideWhenUsed/>
    <w:qFormat/>
    <w:uiPriority w:val="99"/>
    <w:rPr>
      <w:rFonts w:ascii="monospace" w:hAnsi="monospace" w:eastAsia="monospace" w:cs="monospace"/>
      <w:sz w:val="21"/>
      <w:szCs w:val="21"/>
    </w:rPr>
  </w:style>
  <w:style w:type="character" w:styleId="15">
    <w:name w:val="HTML Sample"/>
    <w:basedOn w:val="4"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customStyle="1" w:styleId="16">
    <w:name w:val="fontstrikethrough"/>
    <w:basedOn w:val="4"/>
    <w:qFormat/>
    <w:uiPriority w:val="0"/>
    <w:rPr>
      <w:strike/>
    </w:rPr>
  </w:style>
  <w:style w:type="character" w:customStyle="1" w:styleId="17">
    <w:name w:val="fontborder"/>
    <w:basedOn w:val="4"/>
    <w:qFormat/>
    <w:uiPriority w:val="0"/>
    <w:rPr>
      <w:bdr w:val="single" w:color="000000" w:sz="6" w:space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1</Pages>
  <Words>488</Words>
  <Characters>499</Characters>
  <Lines>1</Lines>
  <Paragraphs>1</Paragraphs>
  <TotalTime>0</TotalTime>
  <ScaleCrop>false</ScaleCrop>
  <LinksUpToDate>false</LinksUpToDate>
  <CharactersWithSpaces>508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2015-10-16T10:44:00Z</dcterms:created>
  <dc:creator>陈建平</dc:creator>
  <cp:lastModifiedBy>周志荣</cp:lastModifiedBy>
  <cp:lastPrinted>2025-03-24T04:03:00Z</cp:lastPrinted>
  <dcterms:modified xsi:type="dcterms:W3CDTF">2025-03-24T09:59:19Z</dcterms:modified>
  <dc:title>个人事迹材料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eyJoZGlkIjoiMDA4ZWYxOGY5ZjdmMTY5OWI0MjM1Mjk0NDFjNjRlZjEiLCJ1c2VySWQiOiI1Njc5MDM3MDMifQ==</vt:lpwstr>
  </property>
  <property fmtid="{D5CDD505-2E9C-101B-9397-08002B2CF9AE}" pid="4" name="ICV">
    <vt:lpwstr>7D3EC7D545C44481BC05C17542D7485F_12</vt:lpwstr>
  </property>
</Properties>
</file>