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A482113">
      <w:pPr>
        <w:jc w:val="center"/>
        <w:rPr>
          <w:rFonts w:ascii="华文中宋" w:hAnsi="华文中宋" w:eastAsia="华文中宋"/>
          <w:b/>
          <w:sz w:val="28"/>
          <w:szCs w:val="28"/>
          <w:lang w:eastAsia="zh-CN"/>
        </w:rPr>
      </w:pP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华南农业大学“自强之星”学生申请表</w:t>
      </w:r>
    </w:p>
    <w:p w14:paraId="2D7E5E93">
      <w:pPr>
        <w:ind w:right="360"/>
        <w:rPr>
          <w:rFonts w:eastAsia="宋体"/>
          <w:lang w:eastAsia="zh-CN"/>
        </w:rPr>
      </w:pPr>
    </w:p>
    <w:tbl>
      <w:tblPr>
        <w:tblStyle w:val="4"/>
        <w:tblW w:w="8480" w:type="dxa"/>
        <w:tblInd w:w="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1561"/>
        <w:gridCol w:w="945"/>
        <w:gridCol w:w="891"/>
        <w:gridCol w:w="1014"/>
        <w:gridCol w:w="1020"/>
        <w:gridCol w:w="1704"/>
      </w:tblGrid>
      <w:tr w14:paraId="024B0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345" w:type="dxa"/>
            <w:vAlign w:val="center"/>
          </w:tcPr>
          <w:p w14:paraId="6A37A2E2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561" w:type="dxa"/>
            <w:vAlign w:val="center"/>
          </w:tcPr>
          <w:p w14:paraId="44537390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45" w:type="dxa"/>
            <w:vAlign w:val="center"/>
          </w:tcPr>
          <w:p w14:paraId="7438801B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891" w:type="dxa"/>
            <w:vAlign w:val="center"/>
          </w:tcPr>
          <w:p w14:paraId="6D17E639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14" w:type="dxa"/>
            <w:vAlign w:val="center"/>
          </w:tcPr>
          <w:p w14:paraId="3AD1052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民族</w:t>
            </w:r>
          </w:p>
        </w:tc>
        <w:tc>
          <w:tcPr>
            <w:tcW w:w="1020" w:type="dxa"/>
            <w:vAlign w:val="center"/>
          </w:tcPr>
          <w:p w14:paraId="5B4733D4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63319F0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小一寸相片</w:t>
            </w:r>
          </w:p>
        </w:tc>
      </w:tr>
      <w:tr w14:paraId="7DD98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345" w:type="dxa"/>
            <w:vAlign w:val="center"/>
          </w:tcPr>
          <w:p w14:paraId="4220E716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学号</w:t>
            </w:r>
          </w:p>
        </w:tc>
        <w:tc>
          <w:tcPr>
            <w:tcW w:w="1561" w:type="dxa"/>
            <w:vAlign w:val="center"/>
          </w:tcPr>
          <w:p w14:paraId="6A48E440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836" w:type="dxa"/>
            <w:gridSpan w:val="2"/>
            <w:vAlign w:val="center"/>
          </w:tcPr>
          <w:p w14:paraId="4604EB4A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政治面貌</w:t>
            </w:r>
          </w:p>
        </w:tc>
        <w:tc>
          <w:tcPr>
            <w:tcW w:w="2034" w:type="dxa"/>
            <w:gridSpan w:val="2"/>
            <w:vAlign w:val="center"/>
          </w:tcPr>
          <w:p w14:paraId="06E47E97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4288BB52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4EDD1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345" w:type="dxa"/>
            <w:vAlign w:val="center"/>
          </w:tcPr>
          <w:p w14:paraId="34FBFADB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学院</w:t>
            </w:r>
          </w:p>
        </w:tc>
        <w:tc>
          <w:tcPr>
            <w:tcW w:w="3397" w:type="dxa"/>
            <w:gridSpan w:val="3"/>
            <w:vAlign w:val="center"/>
          </w:tcPr>
          <w:p w14:paraId="088FB1DE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14" w:type="dxa"/>
            <w:vAlign w:val="center"/>
          </w:tcPr>
          <w:p w14:paraId="5332F91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年级</w:t>
            </w:r>
          </w:p>
        </w:tc>
        <w:tc>
          <w:tcPr>
            <w:tcW w:w="1020" w:type="dxa"/>
            <w:vAlign w:val="center"/>
          </w:tcPr>
          <w:p w14:paraId="7E171F19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51AD5C32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351A1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1345" w:type="dxa"/>
            <w:vAlign w:val="center"/>
          </w:tcPr>
          <w:p w14:paraId="76EA6062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</w:t>
            </w:r>
          </w:p>
          <w:p w14:paraId="691F8CD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班级</w:t>
            </w:r>
          </w:p>
        </w:tc>
        <w:tc>
          <w:tcPr>
            <w:tcW w:w="7135" w:type="dxa"/>
            <w:gridSpan w:val="6"/>
            <w:vAlign w:val="center"/>
          </w:tcPr>
          <w:p w14:paraId="67EC505A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29CE0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exact"/>
        </w:trPr>
        <w:tc>
          <w:tcPr>
            <w:tcW w:w="1345" w:type="dxa"/>
            <w:vAlign w:val="center"/>
          </w:tcPr>
          <w:p w14:paraId="0ACCA4AF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联系电话</w:t>
            </w:r>
          </w:p>
        </w:tc>
        <w:tc>
          <w:tcPr>
            <w:tcW w:w="3397" w:type="dxa"/>
            <w:gridSpan w:val="3"/>
            <w:vAlign w:val="center"/>
          </w:tcPr>
          <w:p w14:paraId="3A22B4C7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</w:p>
        </w:tc>
        <w:tc>
          <w:tcPr>
            <w:tcW w:w="1014" w:type="dxa"/>
            <w:vAlign w:val="center"/>
          </w:tcPr>
          <w:p w14:paraId="388D246D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有无违规违纪</w:t>
            </w:r>
          </w:p>
          <w:p w14:paraId="6781252B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违纪</w:t>
            </w:r>
          </w:p>
        </w:tc>
        <w:tc>
          <w:tcPr>
            <w:tcW w:w="2724" w:type="dxa"/>
            <w:gridSpan w:val="2"/>
            <w:vAlign w:val="center"/>
          </w:tcPr>
          <w:p w14:paraId="202C34A7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有（ ）  无（ ）</w:t>
            </w:r>
          </w:p>
        </w:tc>
      </w:tr>
      <w:tr w14:paraId="31EE9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7" w:hRule="atLeast"/>
        </w:trPr>
        <w:tc>
          <w:tcPr>
            <w:tcW w:w="1345" w:type="dxa"/>
            <w:vAlign w:val="center"/>
          </w:tcPr>
          <w:p w14:paraId="757987F0">
            <w:pPr>
              <w:rPr>
                <w:rFonts w:ascii="仿宋_GB2312" w:hAnsi="黑体" w:eastAsia="仿宋_GB2312" w:cs="仿宋_GB2312"/>
                <w:lang w:eastAsia="zh-CN"/>
              </w:rPr>
            </w:pPr>
          </w:p>
          <w:p w14:paraId="6CCE4966">
            <w:pPr>
              <w:rPr>
                <w:rFonts w:ascii="仿宋_GB2312" w:hAnsi="黑体" w:eastAsia="仿宋_GB2312" w:cs="仿宋_GB2312"/>
                <w:lang w:eastAsia="zh-CN"/>
              </w:rPr>
            </w:pPr>
          </w:p>
          <w:p w14:paraId="22E840E2">
            <w:pPr>
              <w:rPr>
                <w:rFonts w:ascii="仿宋_GB2312" w:hAnsi="黑体" w:eastAsia="仿宋_GB2312" w:cs="仿宋_GB2312"/>
                <w:lang w:eastAsia="zh-CN"/>
              </w:rPr>
            </w:pPr>
          </w:p>
          <w:p w14:paraId="4D2EAFDC">
            <w:pPr>
              <w:rPr>
                <w:rFonts w:ascii="仿宋_GB2312" w:hAnsi="黑体" w:eastAsia="仿宋_GB2312" w:cs="仿宋_GB2312"/>
                <w:lang w:eastAsia="zh-CN"/>
              </w:rPr>
            </w:pPr>
          </w:p>
          <w:p w14:paraId="6067A5AD">
            <w:pPr>
              <w:jc w:val="center"/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个</w:t>
            </w:r>
          </w:p>
          <w:p w14:paraId="6AEBEBF8">
            <w:pPr>
              <w:jc w:val="center"/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人</w:t>
            </w:r>
          </w:p>
          <w:p w14:paraId="7E005311">
            <w:pPr>
              <w:jc w:val="center"/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事</w:t>
            </w:r>
          </w:p>
          <w:p w14:paraId="5D6ACD21">
            <w:pPr>
              <w:jc w:val="center"/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迹</w:t>
            </w:r>
          </w:p>
          <w:p w14:paraId="625B9686">
            <w:pPr>
              <w:jc w:val="center"/>
              <w:rPr>
                <w:rFonts w:ascii="仿宋_GB2312" w:hAnsi="黑体" w:eastAsia="仿宋_GB2312" w:cs="仿宋_GB2312"/>
                <w:lang w:eastAsia="zh-CN"/>
              </w:rPr>
            </w:pPr>
          </w:p>
          <w:p w14:paraId="58858049">
            <w:pPr>
              <w:jc w:val="center"/>
              <w:rPr>
                <w:rFonts w:ascii="仿宋_GB2312" w:hAnsi="黑体" w:eastAsia="仿宋_GB2312" w:cs="仿宋_GB2312"/>
              </w:rPr>
            </w:pPr>
            <w:r>
              <w:rPr>
                <w:rFonts w:hint="eastAsia" w:ascii="仿宋_GB2312" w:hAnsi="黑体" w:eastAsia="仿宋_GB2312" w:cs="仿宋_GB2312"/>
              </w:rPr>
              <w:t xml:space="preserve">                                  </w:t>
            </w:r>
          </w:p>
          <w:p w14:paraId="4C37988C">
            <w:pPr>
              <w:jc w:val="center"/>
              <w:rPr>
                <w:rFonts w:ascii="仿宋_GB2312" w:hAnsi="黑体" w:eastAsia="仿宋_GB2312" w:cs="仿宋_GB2312"/>
              </w:rPr>
            </w:pPr>
            <w:r>
              <w:rPr>
                <w:rFonts w:hint="eastAsia" w:ascii="仿宋_GB2312" w:hAnsi="黑体" w:eastAsia="仿宋_GB2312" w:cs="仿宋_GB2312"/>
              </w:rPr>
              <w:t xml:space="preserve">                               </w:t>
            </w:r>
          </w:p>
          <w:p w14:paraId="6547A2AB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6EA5BBBA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16DF3E10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50AE274C">
            <w:pPr>
              <w:rPr>
                <w:rFonts w:ascii="仿宋_GB2312" w:hAnsi="黑体" w:eastAsia="仿宋_GB2312" w:cs="仿宋_GB2312"/>
              </w:rPr>
            </w:pPr>
          </w:p>
        </w:tc>
        <w:tc>
          <w:tcPr>
            <w:tcW w:w="7135" w:type="dxa"/>
            <w:gridSpan w:val="6"/>
            <w:vAlign w:val="center"/>
          </w:tcPr>
          <w:p w14:paraId="6525F053"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个人事迹简述</w:t>
            </w:r>
            <w:r>
              <w:rPr>
                <w:rFonts w:hint="eastAsia" w:ascii="仿宋_GB2312" w:hAnsi="仿宋_GB2312" w:eastAsia="仿宋_GB2312" w:cs="仿宋_GB2312"/>
              </w:rPr>
              <w:t>（</w:t>
            </w:r>
            <w:r>
              <w:rPr>
                <w:rFonts w:ascii="仿宋_GB2312" w:hAnsi="仿宋_GB2312" w:eastAsia="仿宋_GB2312" w:cs="仿宋_GB2312"/>
              </w:rPr>
              <w:t>500</w:t>
            </w:r>
            <w:r>
              <w:rPr>
                <w:rFonts w:hint="eastAsia" w:ascii="仿宋_GB2312" w:hAnsi="仿宋_GB2312" w:eastAsia="仿宋_GB2312" w:cs="仿宋_GB2312"/>
              </w:rPr>
              <w:t>字）。</w:t>
            </w:r>
          </w:p>
          <w:p w14:paraId="4C279D5F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</w:t>
            </w:r>
          </w:p>
          <w:p w14:paraId="57E85D7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</w:t>
            </w:r>
          </w:p>
          <w:p w14:paraId="6AA67235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40F8B5D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2E324AD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526B2F36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A7C9429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2A4F1C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0BA04E3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508258B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380F3871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4AB9017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F312E2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5B1BEBDF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3F8F362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295ED6E5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089B37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6CB38C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217F9C7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B252FB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  </w:t>
            </w:r>
          </w:p>
          <w:p w14:paraId="55EAF58B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 申请</w:t>
            </w:r>
            <w:r>
              <w:rPr>
                <w:rFonts w:hint="eastAsia" w:ascii="仿宋_GB2312" w:hAnsi="仿宋_GB2312" w:eastAsia="仿宋_GB2312" w:cs="仿宋_GB2312"/>
              </w:rPr>
              <w:t>人签字：</w:t>
            </w:r>
          </w:p>
          <w:p w14:paraId="67BD3FFD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         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5080F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atLeast"/>
        </w:trPr>
        <w:tc>
          <w:tcPr>
            <w:tcW w:w="1345" w:type="dxa"/>
            <w:tcBorders>
              <w:bottom w:val="single" w:color="auto" w:sz="4" w:space="0"/>
            </w:tcBorders>
            <w:vAlign w:val="center"/>
          </w:tcPr>
          <w:p w14:paraId="44C52659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班主任</w:t>
            </w:r>
          </w:p>
          <w:p w14:paraId="1C026650">
            <w:pPr>
              <w:jc w:val="center"/>
              <w:rPr>
                <w:rFonts w:ascii="仿宋_GB2312" w:hAnsi="仿宋_GB2312" w:eastAsia="仿宋_GB2312" w:cs="仿宋_GB2312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</w:rPr>
              <w:t>意见</w:t>
            </w:r>
          </w:p>
        </w:tc>
        <w:tc>
          <w:tcPr>
            <w:tcW w:w="7135" w:type="dxa"/>
            <w:gridSpan w:val="6"/>
            <w:tcBorders>
              <w:bottom w:val="single" w:color="auto" w:sz="4" w:space="0"/>
            </w:tcBorders>
          </w:tcPr>
          <w:p w14:paraId="66F12941">
            <w:pPr>
              <w:rPr>
                <w:rFonts w:ascii="仿宋_GB2312" w:hAnsi="仿宋_GB2312" w:eastAsia="仿宋_GB2312" w:cs="仿宋_GB2312"/>
              </w:rPr>
            </w:pPr>
          </w:p>
          <w:p w14:paraId="783516E5">
            <w:pPr>
              <w:ind w:firstLine="4560" w:firstLineChars="1900"/>
              <w:rPr>
                <w:rFonts w:ascii="仿宋_GB2312" w:hAnsi="仿宋_GB2312" w:eastAsia="仿宋_GB2312" w:cs="仿宋_GB2312"/>
              </w:rPr>
            </w:pPr>
          </w:p>
          <w:p w14:paraId="4AB2A8F5">
            <w:pPr>
              <w:ind w:firstLine="3840" w:firstLineChars="16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</w:t>
            </w:r>
          </w:p>
          <w:p w14:paraId="19D31530">
            <w:pPr>
              <w:ind w:firstLine="3840" w:firstLineChars="16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</w:t>
            </w:r>
          </w:p>
          <w:p w14:paraId="07C4B18A">
            <w:pPr>
              <w:ind w:firstLine="3840" w:firstLineChars="16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</w:rPr>
              <w:t>班主任签字：</w:t>
            </w:r>
          </w:p>
          <w:p w14:paraId="5562F6E0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34D88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0" w:hRule="atLeast"/>
        </w:trPr>
        <w:tc>
          <w:tcPr>
            <w:tcW w:w="1345" w:type="dxa"/>
            <w:tcBorders>
              <w:bottom w:val="single" w:color="auto" w:sz="4" w:space="0"/>
            </w:tcBorders>
            <w:vAlign w:val="center"/>
          </w:tcPr>
          <w:p w14:paraId="088F994E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学院</w:t>
            </w:r>
          </w:p>
          <w:p w14:paraId="4B0196F9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意见</w:t>
            </w:r>
          </w:p>
        </w:tc>
        <w:tc>
          <w:tcPr>
            <w:tcW w:w="7135" w:type="dxa"/>
            <w:gridSpan w:val="6"/>
            <w:tcBorders>
              <w:bottom w:val="single" w:color="auto" w:sz="4" w:space="0"/>
            </w:tcBorders>
          </w:tcPr>
          <w:p w14:paraId="2C4AD456">
            <w:pPr>
              <w:rPr>
                <w:rFonts w:ascii="仿宋_GB2312" w:hAnsi="仿宋_GB2312" w:eastAsia="仿宋_GB2312" w:cs="仿宋_GB2312"/>
              </w:rPr>
            </w:pPr>
          </w:p>
          <w:p w14:paraId="237429FE">
            <w:pPr>
              <w:ind w:firstLine="48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经审核，情况属实，同意推荐。</w:t>
            </w:r>
          </w:p>
          <w:p w14:paraId="29AAF24E">
            <w:pPr>
              <w:ind w:firstLine="480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64D96A7"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学院党委副书记</w:t>
            </w:r>
            <w:r>
              <w:rPr>
                <w:rFonts w:hint="eastAsia" w:ascii="仿宋_GB2312" w:hAnsi="仿宋_GB2312" w:eastAsia="仿宋_GB2312" w:cs="仿宋_GB2312"/>
              </w:rPr>
              <w:t>签字：</w:t>
            </w:r>
          </w:p>
          <w:p w14:paraId="663C9C36">
            <w:pPr>
              <w:ind w:firstLine="4320" w:firstLineChars="18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党委</w:t>
            </w:r>
            <w:r>
              <w:rPr>
                <w:rFonts w:hint="eastAsia" w:ascii="仿宋_GB2312" w:hAnsi="仿宋_GB2312" w:eastAsia="仿宋_GB2312" w:cs="仿宋_GB2312"/>
              </w:rPr>
              <w:t>公章</w:t>
            </w:r>
          </w:p>
          <w:p w14:paraId="3E011CD9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12CA1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5" w:hRule="atLeast"/>
        </w:trPr>
        <w:tc>
          <w:tcPr>
            <w:tcW w:w="1345" w:type="dxa"/>
            <w:tcBorders>
              <w:bottom w:val="single" w:color="auto" w:sz="4" w:space="0"/>
            </w:tcBorders>
            <w:vAlign w:val="center"/>
          </w:tcPr>
          <w:p w14:paraId="0CA9BE01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</w:t>
            </w:r>
            <w:r>
              <w:rPr>
                <w:rFonts w:ascii="仿宋_GB2312" w:hAnsi="仿宋_GB2312" w:eastAsia="仿宋_GB2312" w:cs="仿宋_GB2312"/>
                <w:lang w:eastAsia="zh-CN"/>
              </w:rPr>
              <w:t>工部</w:t>
            </w:r>
          </w:p>
          <w:p w14:paraId="616A7735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意见</w:t>
            </w:r>
          </w:p>
        </w:tc>
        <w:tc>
          <w:tcPr>
            <w:tcW w:w="7135" w:type="dxa"/>
            <w:gridSpan w:val="6"/>
            <w:tcBorders>
              <w:bottom w:val="single" w:color="auto" w:sz="4" w:space="0"/>
            </w:tcBorders>
          </w:tcPr>
          <w:p w14:paraId="1A47DAF1">
            <w:pPr>
              <w:rPr>
                <w:rFonts w:ascii="仿宋_GB2312" w:hAnsi="仿宋_GB2312" w:eastAsia="仿宋_GB2312" w:cs="仿宋_GB2312"/>
              </w:rPr>
            </w:pPr>
          </w:p>
          <w:p w14:paraId="7354F8FF">
            <w:pPr>
              <w:rPr>
                <w:rFonts w:ascii="仿宋_GB2312" w:hAnsi="仿宋_GB2312" w:eastAsia="仿宋_GB2312" w:cs="仿宋_GB2312"/>
              </w:rPr>
            </w:pPr>
          </w:p>
          <w:p w14:paraId="31E42D29">
            <w:pPr>
              <w:rPr>
                <w:rFonts w:ascii="仿宋_GB2312" w:hAnsi="仿宋_GB2312" w:eastAsia="仿宋_GB2312" w:cs="仿宋_GB2312"/>
              </w:rPr>
            </w:pPr>
          </w:p>
          <w:p w14:paraId="67CC14C8">
            <w:pPr>
              <w:ind w:firstLine="3120" w:firstLineChars="1300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9FA80DA">
            <w:pPr>
              <w:ind w:firstLine="3120" w:firstLineChars="13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公章</w:t>
            </w:r>
          </w:p>
          <w:p w14:paraId="4237FF9E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</w:tbl>
    <w:p w14:paraId="7AEECBB2">
      <w:pPr>
        <w:rPr>
          <w:rFonts w:hint="eastAsia" w:eastAsia="宋体"/>
          <w:lang w:val="en-US" w:eastAsia="zh-CN"/>
        </w:rPr>
      </w:pPr>
    </w:p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kODM1MDNkYjIyYjU0NmUxMzI0YzEzNzFmNDc5YzgifQ=="/>
    <w:docVar w:name="KSO_WPS_MARK_KEY" w:val="5bf03364-024b-4729-a04f-0742511273c0"/>
  </w:docVars>
  <w:rsids>
    <w:rsidRoot w:val="00172A27"/>
    <w:rsid w:val="00086E85"/>
    <w:rsid w:val="00171B73"/>
    <w:rsid w:val="00172A27"/>
    <w:rsid w:val="0019389C"/>
    <w:rsid w:val="001C7C6E"/>
    <w:rsid w:val="0029498C"/>
    <w:rsid w:val="00605E1B"/>
    <w:rsid w:val="006632E5"/>
    <w:rsid w:val="007131BE"/>
    <w:rsid w:val="00893A00"/>
    <w:rsid w:val="009272F0"/>
    <w:rsid w:val="009A542A"/>
    <w:rsid w:val="009B7A26"/>
    <w:rsid w:val="009D3960"/>
    <w:rsid w:val="00AB3380"/>
    <w:rsid w:val="00C32010"/>
    <w:rsid w:val="00C43632"/>
    <w:rsid w:val="00E47F2E"/>
    <w:rsid w:val="00E71194"/>
    <w:rsid w:val="00EE0FAB"/>
    <w:rsid w:val="04713626"/>
    <w:rsid w:val="06FC3783"/>
    <w:rsid w:val="0ED27D64"/>
    <w:rsid w:val="105D24B8"/>
    <w:rsid w:val="10FD29EF"/>
    <w:rsid w:val="12810ED6"/>
    <w:rsid w:val="13896335"/>
    <w:rsid w:val="170D2792"/>
    <w:rsid w:val="1AA8596B"/>
    <w:rsid w:val="1F945962"/>
    <w:rsid w:val="1FF468DA"/>
    <w:rsid w:val="22D06980"/>
    <w:rsid w:val="24FA2967"/>
    <w:rsid w:val="26510BED"/>
    <w:rsid w:val="27D653D2"/>
    <w:rsid w:val="2B35321F"/>
    <w:rsid w:val="2C344D11"/>
    <w:rsid w:val="2CDD1BDC"/>
    <w:rsid w:val="2EAF5C20"/>
    <w:rsid w:val="32175342"/>
    <w:rsid w:val="33A4044C"/>
    <w:rsid w:val="33EC20BE"/>
    <w:rsid w:val="344D2464"/>
    <w:rsid w:val="3F9B2215"/>
    <w:rsid w:val="405C0C39"/>
    <w:rsid w:val="43251536"/>
    <w:rsid w:val="43523118"/>
    <w:rsid w:val="43713BB4"/>
    <w:rsid w:val="44166895"/>
    <w:rsid w:val="477B6514"/>
    <w:rsid w:val="492D3E21"/>
    <w:rsid w:val="495C4F16"/>
    <w:rsid w:val="50AF424F"/>
    <w:rsid w:val="539551D5"/>
    <w:rsid w:val="53F058C2"/>
    <w:rsid w:val="558D79A0"/>
    <w:rsid w:val="5A9F27E7"/>
    <w:rsid w:val="5B872136"/>
    <w:rsid w:val="5E35545D"/>
    <w:rsid w:val="60B71E7C"/>
    <w:rsid w:val="63D15427"/>
    <w:rsid w:val="6A230A6A"/>
    <w:rsid w:val="6CF4154E"/>
    <w:rsid w:val="719E2874"/>
    <w:rsid w:val="71B46619"/>
    <w:rsid w:val="737B5F85"/>
    <w:rsid w:val="74D3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7">
    <w:name w:val="页脚 字符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</Pages>
  <Words>147</Words>
  <Characters>149</Characters>
  <Lines>4</Lines>
  <Paragraphs>1</Paragraphs>
  <TotalTime>2</TotalTime>
  <ScaleCrop>false</ScaleCrop>
  <LinksUpToDate>false</LinksUpToDate>
  <CharactersWithSpaces>520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2023-04-07T09:17:00Z</dcterms:created>
  <dc:creator>张润</dc:creator>
  <cp:lastModifiedBy>Administrator</cp:lastModifiedBy>
  <cp:lastPrinted>2016-10-29T03:00:00Z</cp:lastPrinted>
  <dcterms:modified xsi:type="dcterms:W3CDTF">2025-03-19T07:57:27Z</dcterms:modified>
  <dc:title>附件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5ED2A0E31D084D9FB3CE35A8107C6B6C</vt:lpwstr>
  </property>
  <property fmtid="{D5CDD505-2E9C-101B-9397-08002B2CF9AE}" pid="4" name="KSOTemplateDocerSaveRecord">
    <vt:lpwstr>eyJoZGlkIjoiOTQ5ZDk4ZjllOWFlYjFkNDU0MTRkZDlhZTU4MDQ3NTkiLCJ1c2VySWQiOiIxOTU5NzIzNTEifQ==</vt:lpwstr>
  </property>
</Properties>
</file>